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2A159A" w:rsidRPr="00987DB5" w14:paraId="5AA5C7D7" w14:textId="77777777" w:rsidTr="004F120A">
        <w:tc>
          <w:tcPr>
            <w:tcW w:w="9498" w:type="dxa"/>
          </w:tcPr>
          <w:p w14:paraId="35C958E2" w14:textId="77777777" w:rsidR="002A159A" w:rsidRPr="00053BD0" w:rsidRDefault="002A159A" w:rsidP="004F120A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4F07260" wp14:editId="37609C99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63939F" w14:textId="77777777" w:rsidR="002A159A" w:rsidRPr="00053BD0" w:rsidRDefault="002A159A" w:rsidP="004F120A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F22F31B" w14:textId="77777777" w:rsidR="002A159A" w:rsidRDefault="002A159A" w:rsidP="004F12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2AD5436D" w14:textId="77777777" w:rsidR="002A159A" w:rsidRPr="00053BD0" w:rsidRDefault="002A159A" w:rsidP="004F120A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528886BC" w14:textId="77777777" w:rsidR="002A159A" w:rsidRPr="00053BD0" w:rsidRDefault="002A159A" w:rsidP="004F120A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0C250F83" w:rsidR="0033636C" w:rsidRPr="00A00BD9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0BD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A00BD9" w:rsidRPr="00A00BD9">
            <w:rPr>
              <w:rFonts w:ascii="Times New Roman" w:hAnsi="Times New Roman"/>
              <w:sz w:val="28"/>
              <w:szCs w:val="28"/>
            </w:rPr>
            <w:t>23 декабря 2025 года</w:t>
          </w:r>
        </w:sdtContent>
      </w:sdt>
      <w:r w:rsidRPr="00A00BD9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A00BD9" w:rsidRPr="00A00BD9">
            <w:rPr>
              <w:rFonts w:ascii="Times New Roman" w:hAnsi="Times New Roman"/>
              <w:sz w:val="28"/>
              <w:szCs w:val="28"/>
            </w:rPr>
            <w:t>948</w:t>
          </w:r>
        </w:sdtContent>
      </w:sdt>
    </w:p>
    <w:p w14:paraId="0DCF557F" w14:textId="4761F96F" w:rsidR="0033636C" w:rsidRPr="00F803EA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F803EA">
        <w:rPr>
          <w:rFonts w:ascii="Times New Roman" w:eastAsia="Times New Roman" w:hAnsi="Times New Roman"/>
          <w:sz w:val="28"/>
          <w:szCs w:val="28"/>
          <w:lang w:eastAsia="ru-RU"/>
        </w:rPr>
        <w:t>пгт</w:t>
      </w:r>
      <w:proofErr w:type="spellEnd"/>
      <w:r w:rsidRPr="00F803EA">
        <w:rPr>
          <w:rFonts w:ascii="Times New Roman" w:eastAsia="Times New Roman" w:hAnsi="Times New Roman"/>
          <w:sz w:val="28"/>
          <w:szCs w:val="28"/>
          <w:lang w:eastAsia="ru-RU"/>
        </w:rPr>
        <w:t>. Ноглики</w:t>
      </w:r>
    </w:p>
    <w:p w14:paraId="24011595" w14:textId="77777777" w:rsidR="00AF44E8" w:rsidRPr="00F803EA" w:rsidRDefault="00093B08" w:rsidP="00AF44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803EA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предоставления муниципальной </w:t>
      </w:r>
      <w:r w:rsidR="005F063D" w:rsidRPr="00F803EA">
        <w:rPr>
          <w:rFonts w:ascii="Times New Roman" w:hAnsi="Times New Roman"/>
          <w:b/>
          <w:sz w:val="28"/>
          <w:szCs w:val="28"/>
        </w:rPr>
        <w:t>услуги «</w:t>
      </w:r>
      <w:r w:rsidR="00AF44E8" w:rsidRPr="00F803EA">
        <w:rPr>
          <w:rFonts w:ascii="Times New Roman" w:hAnsi="Times New Roman"/>
          <w:b/>
          <w:sz w:val="28"/>
          <w:szCs w:val="28"/>
        </w:rPr>
        <w:t>Предоставление сведений,</w:t>
      </w:r>
    </w:p>
    <w:p w14:paraId="0DCF5581" w14:textId="58A5C1EE" w:rsidR="00185FEC" w:rsidRPr="00F803EA" w:rsidRDefault="00093B08" w:rsidP="00AF44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803EA">
        <w:rPr>
          <w:rFonts w:ascii="Times New Roman" w:hAnsi="Times New Roman"/>
          <w:b/>
          <w:sz w:val="28"/>
          <w:szCs w:val="28"/>
        </w:rPr>
        <w:t>содержащихся в интегрированной автоматизированной информационной системе обеспечения</w:t>
      </w:r>
      <w:r w:rsidR="005F063D" w:rsidRPr="00F803EA">
        <w:rPr>
          <w:rFonts w:ascii="Times New Roman" w:hAnsi="Times New Roman"/>
          <w:b/>
          <w:sz w:val="28"/>
          <w:szCs w:val="28"/>
        </w:rPr>
        <w:t xml:space="preserve"> градостроительной деятельности»</w:t>
      </w:r>
    </w:p>
    <w:p w14:paraId="113D845F" w14:textId="77777777" w:rsidR="00AF44E8" w:rsidRPr="00F803EA" w:rsidRDefault="00AF44E8" w:rsidP="00AF44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B7D8205" w14:textId="377660EF" w:rsidR="005F063D" w:rsidRPr="00F803EA" w:rsidRDefault="005F063D" w:rsidP="00AF44E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03EA">
        <w:rPr>
          <w:rFonts w:ascii="Times New Roman" w:hAnsi="Times New Roman"/>
          <w:sz w:val="28"/>
          <w:szCs w:val="28"/>
        </w:rPr>
        <w:t xml:space="preserve">В соответствии со статьей 16 Федерального закона от 06.10.2003 </w:t>
      </w:r>
      <w:r w:rsidRPr="00F803EA">
        <w:rPr>
          <w:rFonts w:ascii="Times New Roman" w:hAnsi="Times New Roman"/>
          <w:sz w:val="28"/>
          <w:szCs w:val="28"/>
        </w:rPr>
        <w:br/>
        <w:t>№ 131-ФЗ «Об общих принципах организации местного самоуправл</w:t>
      </w:r>
      <w:r w:rsidR="00DA1F09">
        <w:rPr>
          <w:rFonts w:ascii="Times New Roman" w:hAnsi="Times New Roman"/>
          <w:sz w:val="28"/>
          <w:szCs w:val="28"/>
        </w:rPr>
        <w:t xml:space="preserve">ения </w:t>
      </w:r>
      <w:r w:rsidR="00DA1F09">
        <w:rPr>
          <w:rFonts w:ascii="Times New Roman" w:hAnsi="Times New Roman"/>
          <w:sz w:val="28"/>
          <w:szCs w:val="28"/>
        </w:rPr>
        <w:br/>
        <w:t>в Российской Федерации»,</w:t>
      </w:r>
      <w:r w:rsidRPr="00F803EA">
        <w:rPr>
          <w:rFonts w:ascii="Times New Roman" w:hAnsi="Times New Roman"/>
          <w:sz w:val="28"/>
          <w:szCs w:val="28"/>
        </w:rPr>
        <w:t xml:space="preserve"> Федеральным законом от 27.07.2010 № 210-ФЗ </w:t>
      </w:r>
      <w:r w:rsidRPr="00F803EA">
        <w:rPr>
          <w:rFonts w:ascii="Times New Roman" w:hAnsi="Times New Roman"/>
          <w:sz w:val="28"/>
          <w:szCs w:val="28"/>
        </w:rPr>
        <w:br/>
        <w:t xml:space="preserve">«Об организации предоставления государственных и муниципальных услуг», </w:t>
      </w:r>
      <w:r w:rsidR="00DA1F09">
        <w:rPr>
          <w:rFonts w:ascii="Times New Roman" w:hAnsi="Times New Roman"/>
          <w:sz w:val="28"/>
          <w:szCs w:val="28"/>
        </w:rPr>
        <w:t xml:space="preserve">руководствуясь </w:t>
      </w:r>
      <w:r w:rsidRPr="00F803EA">
        <w:rPr>
          <w:rFonts w:ascii="Times New Roman" w:hAnsi="Times New Roman"/>
          <w:sz w:val="28"/>
          <w:szCs w:val="28"/>
        </w:rPr>
        <w:t xml:space="preserve">статьями 36, 45 Устава муниципального образования Ногликский муниципальный округ Сахалинской области, администрация муниципального образования Ногликский муниципальный округ Сахалинской области </w:t>
      </w:r>
      <w:r w:rsidRPr="00F803EA">
        <w:rPr>
          <w:rFonts w:ascii="Times New Roman" w:hAnsi="Times New Roman"/>
          <w:b/>
          <w:sz w:val="28"/>
          <w:szCs w:val="28"/>
        </w:rPr>
        <w:t>ПОСТАНОВЛЯЕТ:</w:t>
      </w:r>
    </w:p>
    <w:p w14:paraId="78F1EA81" w14:textId="509DD18A" w:rsidR="005F063D" w:rsidRPr="00F803EA" w:rsidRDefault="005F063D" w:rsidP="00AF44E8">
      <w:pPr>
        <w:tabs>
          <w:tab w:val="left" w:pos="851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03EA">
        <w:rPr>
          <w:rFonts w:ascii="Times New Roman" w:hAnsi="Times New Roman"/>
          <w:sz w:val="28"/>
          <w:szCs w:val="28"/>
        </w:rPr>
        <w:t xml:space="preserve">1. Утвердить административный регламент предоставления муниципальной услуги «Предоставление сведений, содержащихся </w:t>
      </w:r>
      <w:r w:rsidR="00F803EA">
        <w:rPr>
          <w:rFonts w:ascii="Times New Roman" w:hAnsi="Times New Roman"/>
          <w:sz w:val="28"/>
          <w:szCs w:val="28"/>
        </w:rPr>
        <w:br/>
      </w:r>
      <w:r w:rsidRPr="00F803EA">
        <w:rPr>
          <w:rFonts w:ascii="Times New Roman" w:hAnsi="Times New Roman"/>
          <w:sz w:val="28"/>
          <w:szCs w:val="28"/>
        </w:rPr>
        <w:t>в интегрированной автоматизированной информационной системе обеспечения градостроительной деятельности»</w:t>
      </w:r>
      <w:r w:rsidRPr="00F803EA">
        <w:rPr>
          <w:rFonts w:ascii="Times New Roman" w:hAnsi="Times New Roman"/>
          <w:b/>
          <w:sz w:val="28"/>
          <w:szCs w:val="28"/>
        </w:rPr>
        <w:t xml:space="preserve"> </w:t>
      </w:r>
      <w:r w:rsidRPr="00F803EA">
        <w:rPr>
          <w:rFonts w:ascii="Times New Roman" w:hAnsi="Times New Roman"/>
          <w:sz w:val="28"/>
          <w:szCs w:val="28"/>
        </w:rPr>
        <w:t>(прилагается).</w:t>
      </w:r>
    </w:p>
    <w:p w14:paraId="4BF4A427" w14:textId="622D7413" w:rsidR="0000628F" w:rsidRPr="00F803EA" w:rsidRDefault="005F063D" w:rsidP="00AF44E8">
      <w:pPr>
        <w:tabs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03EA">
        <w:rPr>
          <w:rFonts w:ascii="Times New Roman" w:hAnsi="Times New Roman"/>
          <w:sz w:val="28"/>
          <w:szCs w:val="28"/>
        </w:rPr>
        <w:t>2. Считать утратившим</w:t>
      </w:r>
      <w:r w:rsidR="00DA1F09">
        <w:rPr>
          <w:rFonts w:ascii="Times New Roman" w:hAnsi="Times New Roman"/>
          <w:sz w:val="28"/>
          <w:szCs w:val="28"/>
        </w:rPr>
        <w:t>и</w:t>
      </w:r>
      <w:r w:rsidRPr="00F803EA">
        <w:rPr>
          <w:rFonts w:ascii="Times New Roman" w:hAnsi="Times New Roman"/>
          <w:sz w:val="28"/>
          <w:szCs w:val="28"/>
        </w:rPr>
        <w:t xml:space="preserve"> силу постановлени</w:t>
      </w:r>
      <w:r w:rsidR="00DA1F09">
        <w:rPr>
          <w:rFonts w:ascii="Times New Roman" w:hAnsi="Times New Roman"/>
          <w:sz w:val="28"/>
          <w:szCs w:val="28"/>
        </w:rPr>
        <w:t>я</w:t>
      </w:r>
      <w:r w:rsidRPr="00F803EA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</w:t>
      </w:r>
      <w:r w:rsidR="0000628F" w:rsidRPr="00F803EA">
        <w:rPr>
          <w:rFonts w:ascii="Times New Roman" w:hAnsi="Times New Roman"/>
          <w:sz w:val="28"/>
          <w:szCs w:val="28"/>
        </w:rPr>
        <w:t>:</w:t>
      </w:r>
    </w:p>
    <w:p w14:paraId="73BE5E42" w14:textId="04CAEC1A" w:rsidR="005F063D" w:rsidRPr="00F803EA" w:rsidRDefault="0000628F" w:rsidP="00AF44E8">
      <w:pPr>
        <w:tabs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03EA">
        <w:rPr>
          <w:rFonts w:ascii="Times New Roman" w:hAnsi="Times New Roman"/>
          <w:sz w:val="28"/>
          <w:szCs w:val="28"/>
        </w:rPr>
        <w:t xml:space="preserve">- от 07.02.2018 </w:t>
      </w:r>
      <w:r w:rsidR="005F063D" w:rsidRPr="00F803EA">
        <w:rPr>
          <w:rFonts w:ascii="Times New Roman" w:hAnsi="Times New Roman"/>
          <w:sz w:val="28"/>
          <w:szCs w:val="28"/>
        </w:rPr>
        <w:t>№ 103 «Об утверждении административного регламента предоставления муниципальной услуги «Предоставление сведений, содержащихся в интегрированной автоматизированной информационной системе обеспечения градостроительной деятельности»</w:t>
      </w:r>
      <w:r w:rsidRPr="00F803EA">
        <w:rPr>
          <w:rFonts w:ascii="Times New Roman" w:hAnsi="Times New Roman"/>
          <w:sz w:val="28"/>
          <w:szCs w:val="28"/>
        </w:rPr>
        <w:t>;</w:t>
      </w:r>
    </w:p>
    <w:p w14:paraId="3D45E9FA" w14:textId="4FA5ACF6" w:rsidR="0000628F" w:rsidRPr="00F803EA" w:rsidRDefault="0000628F" w:rsidP="00AF44E8">
      <w:pPr>
        <w:tabs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03EA">
        <w:rPr>
          <w:rFonts w:ascii="Times New Roman" w:hAnsi="Times New Roman"/>
          <w:sz w:val="28"/>
          <w:szCs w:val="28"/>
        </w:rPr>
        <w:t xml:space="preserve">- от 27.11.2018 № 1154 «О внесении изменений в постановление администрации муниципального образования «Городской округ Ногликский» </w:t>
      </w:r>
      <w:r w:rsidR="00AF44E8" w:rsidRPr="00F803EA">
        <w:rPr>
          <w:rFonts w:ascii="Times New Roman" w:hAnsi="Times New Roman"/>
          <w:sz w:val="28"/>
          <w:szCs w:val="28"/>
        </w:rPr>
        <w:br/>
      </w:r>
      <w:r w:rsidRPr="00F803EA">
        <w:rPr>
          <w:rFonts w:ascii="Times New Roman" w:hAnsi="Times New Roman"/>
          <w:sz w:val="28"/>
          <w:szCs w:val="28"/>
        </w:rPr>
        <w:t>от 07.02.2018 № 103»;</w:t>
      </w:r>
      <w:bookmarkStart w:id="0" w:name="_GoBack"/>
      <w:bookmarkEnd w:id="0"/>
    </w:p>
    <w:p w14:paraId="016E3707" w14:textId="79C12720" w:rsidR="0000628F" w:rsidRPr="00F803EA" w:rsidRDefault="0000628F" w:rsidP="00AF44E8">
      <w:pPr>
        <w:tabs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03EA">
        <w:rPr>
          <w:rFonts w:ascii="Times New Roman" w:hAnsi="Times New Roman"/>
          <w:sz w:val="28"/>
          <w:szCs w:val="28"/>
        </w:rPr>
        <w:t xml:space="preserve">- от 11.10.2022 № 561 «О внесении изменений в постановление администрации муниципального образования «Городской округ Ногликский» </w:t>
      </w:r>
      <w:r w:rsidR="00AF44E8" w:rsidRPr="00F803EA">
        <w:rPr>
          <w:rFonts w:ascii="Times New Roman" w:hAnsi="Times New Roman"/>
          <w:sz w:val="28"/>
          <w:szCs w:val="28"/>
        </w:rPr>
        <w:br/>
      </w:r>
      <w:r w:rsidRPr="00F803EA">
        <w:rPr>
          <w:rFonts w:ascii="Times New Roman" w:hAnsi="Times New Roman"/>
          <w:sz w:val="28"/>
          <w:szCs w:val="28"/>
        </w:rPr>
        <w:t>от 07.02.2018 № 103».</w:t>
      </w:r>
    </w:p>
    <w:p w14:paraId="6932EC81" w14:textId="77777777" w:rsidR="005F063D" w:rsidRPr="00F803EA" w:rsidRDefault="005F063D" w:rsidP="00AF44E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03EA">
        <w:rPr>
          <w:rFonts w:ascii="Times New Roman" w:hAnsi="Times New Roman"/>
          <w:sz w:val="28"/>
          <w:szCs w:val="28"/>
        </w:rPr>
        <w:lastRenderedPageBreak/>
        <w:t xml:space="preserve">3. Опубликовать настоящее постановление в газете «Знамя труда» </w:t>
      </w:r>
      <w:r w:rsidRPr="00F803EA">
        <w:rPr>
          <w:rFonts w:ascii="Times New Roman" w:hAnsi="Times New Roman"/>
          <w:sz w:val="28"/>
          <w:szCs w:val="28"/>
        </w:rPr>
        <w:br/>
        <w:t xml:space="preserve">и разместить </w:t>
      </w:r>
      <w:r w:rsidRPr="00F803EA">
        <w:rPr>
          <w:rFonts w:ascii="Times New Roman" w:hAnsi="Times New Roman"/>
          <w:bCs/>
          <w:sz w:val="28"/>
          <w:szCs w:val="28"/>
        </w:rPr>
        <w:t>на официальном сайте муниципального образования Ногликский муниципальный округ Сахалинской области в информационно-телекоммуникационной сети «Интернет».</w:t>
      </w:r>
    </w:p>
    <w:p w14:paraId="2C2F80A7" w14:textId="7358EC98" w:rsidR="00AF44E8" w:rsidRPr="00F803EA" w:rsidRDefault="005F063D" w:rsidP="00AF44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03EA">
        <w:rPr>
          <w:rFonts w:ascii="Times New Roman" w:hAnsi="Times New Roman"/>
          <w:sz w:val="28"/>
          <w:szCs w:val="28"/>
        </w:rPr>
        <w:t xml:space="preserve">4. Контроль за исполнением настоящего постановления возложить </w:t>
      </w:r>
      <w:r w:rsidRPr="00F803EA">
        <w:rPr>
          <w:rFonts w:ascii="Times New Roman" w:hAnsi="Times New Roman"/>
          <w:sz w:val="28"/>
          <w:szCs w:val="28"/>
        </w:rPr>
        <w:br/>
        <w:t>на</w:t>
      </w:r>
      <w:r w:rsidR="006876AE" w:rsidRPr="00F803EA">
        <w:rPr>
          <w:rFonts w:ascii="Times New Roman" w:hAnsi="Times New Roman"/>
          <w:sz w:val="28"/>
          <w:szCs w:val="28"/>
        </w:rPr>
        <w:t xml:space="preserve"> директора департамента экономического развития, строительства, жилищно-коммунального и дорожного хозяйства</w:t>
      </w:r>
      <w:r w:rsidRPr="00F803EA">
        <w:rPr>
          <w:rFonts w:ascii="Times New Roman" w:hAnsi="Times New Roman"/>
          <w:sz w:val="28"/>
          <w:szCs w:val="28"/>
        </w:rPr>
        <w:t xml:space="preserve"> </w:t>
      </w:r>
      <w:r w:rsidR="002A159A">
        <w:rPr>
          <w:rFonts w:ascii="Times New Roman" w:hAnsi="Times New Roman"/>
          <w:sz w:val="28"/>
          <w:szCs w:val="28"/>
        </w:rPr>
        <w:t xml:space="preserve">администрации </w:t>
      </w:r>
      <w:r w:rsidRPr="00F803EA">
        <w:rPr>
          <w:rFonts w:ascii="Times New Roman" w:hAnsi="Times New Roman"/>
          <w:sz w:val="28"/>
          <w:szCs w:val="28"/>
        </w:rPr>
        <w:t>муниципального образования Ногликский муниципальный округ Са</w:t>
      </w:r>
      <w:r w:rsidR="006876AE" w:rsidRPr="00F803EA">
        <w:rPr>
          <w:rFonts w:ascii="Times New Roman" w:hAnsi="Times New Roman"/>
          <w:sz w:val="28"/>
          <w:szCs w:val="28"/>
        </w:rPr>
        <w:t xml:space="preserve">халинской области </w:t>
      </w:r>
      <w:proofErr w:type="spellStart"/>
      <w:r w:rsidR="006876AE" w:rsidRPr="00F803EA">
        <w:rPr>
          <w:rFonts w:ascii="Times New Roman" w:hAnsi="Times New Roman"/>
          <w:sz w:val="28"/>
          <w:szCs w:val="28"/>
        </w:rPr>
        <w:t>Логареву</w:t>
      </w:r>
      <w:proofErr w:type="spellEnd"/>
      <w:r w:rsidR="006876AE" w:rsidRPr="00F803EA">
        <w:rPr>
          <w:rFonts w:ascii="Times New Roman" w:hAnsi="Times New Roman"/>
          <w:sz w:val="28"/>
          <w:szCs w:val="28"/>
        </w:rPr>
        <w:t xml:space="preserve"> О.П.</w:t>
      </w:r>
    </w:p>
    <w:p w14:paraId="09B3F233" w14:textId="77777777" w:rsidR="00AF44E8" w:rsidRPr="00F803EA" w:rsidRDefault="00AF44E8" w:rsidP="00AF44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75F3A36" w14:textId="77777777" w:rsidR="00AF44E8" w:rsidRPr="00F803EA" w:rsidRDefault="00AF44E8" w:rsidP="00AF44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3AD0496" w14:textId="701320AE" w:rsidR="00347AF1" w:rsidRPr="00F803EA" w:rsidRDefault="00347AF1" w:rsidP="00AF44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03EA">
        <w:rPr>
          <w:rFonts w:ascii="Times New Roman" w:hAnsi="Times New Roman"/>
          <w:sz w:val="28"/>
          <w:szCs w:val="28"/>
        </w:rPr>
        <w:t>Исполняющий обязанности м</w:t>
      </w:r>
      <w:r w:rsidR="00AF44E8" w:rsidRPr="00F803EA">
        <w:rPr>
          <w:rFonts w:ascii="Times New Roman" w:hAnsi="Times New Roman"/>
          <w:sz w:val="28"/>
          <w:szCs w:val="28"/>
        </w:rPr>
        <w:t>эра</w:t>
      </w:r>
    </w:p>
    <w:p w14:paraId="1FCE542B" w14:textId="0E468D72" w:rsidR="005F063D" w:rsidRPr="00F803EA" w:rsidRDefault="005F063D" w:rsidP="00AF44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03EA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2444B819" w14:textId="497FC6B1" w:rsidR="005F063D" w:rsidRPr="00F803EA" w:rsidRDefault="005F063D" w:rsidP="00AF44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03EA"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0DCF5592" w14:textId="3B83F4B8" w:rsidR="008629FA" w:rsidRPr="00F803EA" w:rsidRDefault="005F063D" w:rsidP="00AF44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03EA">
        <w:rPr>
          <w:rFonts w:ascii="Times New Roman" w:hAnsi="Times New Roman"/>
          <w:sz w:val="28"/>
          <w:szCs w:val="28"/>
        </w:rPr>
        <w:t xml:space="preserve">Сахалинской области </w:t>
      </w:r>
      <w:r w:rsidRPr="00F803EA">
        <w:rPr>
          <w:rFonts w:ascii="Times New Roman" w:hAnsi="Times New Roman"/>
          <w:sz w:val="28"/>
          <w:szCs w:val="28"/>
        </w:rPr>
        <w:tab/>
      </w:r>
      <w:r w:rsidRPr="00F803EA">
        <w:rPr>
          <w:rFonts w:ascii="Times New Roman" w:hAnsi="Times New Roman"/>
          <w:sz w:val="28"/>
          <w:szCs w:val="28"/>
        </w:rPr>
        <w:tab/>
      </w:r>
      <w:r w:rsidRPr="00F803EA">
        <w:rPr>
          <w:rFonts w:ascii="Times New Roman" w:hAnsi="Times New Roman"/>
          <w:sz w:val="28"/>
          <w:szCs w:val="28"/>
        </w:rPr>
        <w:tab/>
      </w:r>
      <w:r w:rsidRPr="00F803EA">
        <w:rPr>
          <w:rFonts w:ascii="Times New Roman" w:hAnsi="Times New Roman"/>
          <w:sz w:val="28"/>
          <w:szCs w:val="28"/>
        </w:rPr>
        <w:tab/>
      </w:r>
      <w:r w:rsidRPr="00F803EA">
        <w:rPr>
          <w:rFonts w:ascii="Times New Roman" w:hAnsi="Times New Roman"/>
          <w:sz w:val="28"/>
          <w:szCs w:val="28"/>
        </w:rPr>
        <w:tab/>
        <w:t xml:space="preserve">                          </w:t>
      </w:r>
      <w:r w:rsidR="00AF44E8" w:rsidRPr="00F803EA">
        <w:rPr>
          <w:rFonts w:ascii="Times New Roman" w:hAnsi="Times New Roman"/>
          <w:sz w:val="28"/>
          <w:szCs w:val="28"/>
        </w:rPr>
        <w:t xml:space="preserve">  </w:t>
      </w:r>
      <w:r w:rsidRPr="00F803EA">
        <w:rPr>
          <w:rFonts w:ascii="Times New Roman" w:hAnsi="Times New Roman"/>
          <w:sz w:val="28"/>
          <w:szCs w:val="28"/>
        </w:rPr>
        <w:t xml:space="preserve">  </w:t>
      </w:r>
      <w:r w:rsidR="00347AF1" w:rsidRPr="00F803EA">
        <w:rPr>
          <w:rFonts w:ascii="Times New Roman" w:hAnsi="Times New Roman"/>
          <w:sz w:val="28"/>
          <w:szCs w:val="28"/>
        </w:rPr>
        <w:t xml:space="preserve">Я.С. </w:t>
      </w:r>
      <w:proofErr w:type="spellStart"/>
      <w:r w:rsidR="00347AF1" w:rsidRPr="00F803EA">
        <w:rPr>
          <w:rFonts w:ascii="Times New Roman" w:hAnsi="Times New Roman"/>
          <w:sz w:val="28"/>
          <w:szCs w:val="28"/>
        </w:rPr>
        <w:t>Русанов</w:t>
      </w:r>
      <w:proofErr w:type="spellEnd"/>
    </w:p>
    <w:sectPr w:rsidR="008629FA" w:rsidRPr="00F803EA" w:rsidSect="002A15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2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D9E9F5" w14:textId="77777777" w:rsidR="005D409D" w:rsidRDefault="005D409D" w:rsidP="0033636C">
      <w:pPr>
        <w:spacing w:after="0" w:line="240" w:lineRule="auto"/>
      </w:pPr>
      <w:r>
        <w:separator/>
      </w:r>
    </w:p>
  </w:endnote>
  <w:endnote w:type="continuationSeparator" w:id="0">
    <w:p w14:paraId="516F13DB" w14:textId="77777777" w:rsidR="005D409D" w:rsidRDefault="005D409D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1B520" w14:textId="77777777" w:rsidR="00A00BD9" w:rsidRDefault="00A00BD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F5599" w14:textId="37EDA1BE" w:rsidR="0033636C" w:rsidRPr="00A30AF1" w:rsidRDefault="0033636C" w:rsidP="0033636C">
    <w:pPr>
      <w:tabs>
        <w:tab w:val="center" w:pos="4536"/>
        <w:tab w:val="right" w:pos="9072"/>
      </w:tabs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A12124" w14:textId="77777777" w:rsidR="00A00BD9" w:rsidRDefault="00A00BD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EF67E0" w14:textId="77777777" w:rsidR="005D409D" w:rsidRDefault="005D409D" w:rsidP="0033636C">
      <w:pPr>
        <w:spacing w:after="0" w:line="240" w:lineRule="auto"/>
      </w:pPr>
      <w:r>
        <w:separator/>
      </w:r>
    </w:p>
  </w:footnote>
  <w:footnote w:type="continuationSeparator" w:id="0">
    <w:p w14:paraId="734284F2" w14:textId="77777777" w:rsidR="005D409D" w:rsidRDefault="005D409D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C5100" w14:textId="77777777" w:rsidR="00A00BD9" w:rsidRDefault="00A00BD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3203857"/>
      <w:docPartObj>
        <w:docPartGallery w:val="Page Numbers (Top of Page)"/>
        <w:docPartUnique/>
      </w:docPartObj>
    </w:sdtPr>
    <w:sdtEndPr/>
    <w:sdtContent>
      <w:p w14:paraId="532B706A" w14:textId="1B4B28B0" w:rsidR="00AF44E8" w:rsidRDefault="00AF44E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159A">
          <w:rPr>
            <w:noProof/>
          </w:rPr>
          <w:t>2</w:t>
        </w:r>
        <w:r>
          <w:fldChar w:fldCharType="end"/>
        </w:r>
      </w:p>
    </w:sdtContent>
  </w:sdt>
  <w:p w14:paraId="5CE92D30" w14:textId="77777777" w:rsidR="00AF44E8" w:rsidRDefault="00AF44E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0FA851" w14:textId="77777777" w:rsidR="00A00BD9" w:rsidRDefault="00A00BD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28F"/>
    <w:rsid w:val="00006513"/>
    <w:rsid w:val="00053BD0"/>
    <w:rsid w:val="00093B08"/>
    <w:rsid w:val="00185FEC"/>
    <w:rsid w:val="001E1F9F"/>
    <w:rsid w:val="002003DC"/>
    <w:rsid w:val="002A159A"/>
    <w:rsid w:val="002B5CAC"/>
    <w:rsid w:val="0033636C"/>
    <w:rsid w:val="003429D1"/>
    <w:rsid w:val="00347AF1"/>
    <w:rsid w:val="00354C7A"/>
    <w:rsid w:val="003E4257"/>
    <w:rsid w:val="00520CBF"/>
    <w:rsid w:val="005D409D"/>
    <w:rsid w:val="005F063D"/>
    <w:rsid w:val="006033AF"/>
    <w:rsid w:val="006876AE"/>
    <w:rsid w:val="008629FA"/>
    <w:rsid w:val="00987DB5"/>
    <w:rsid w:val="00A00BD9"/>
    <w:rsid w:val="00A30AF1"/>
    <w:rsid w:val="00AC72C8"/>
    <w:rsid w:val="00AF44E8"/>
    <w:rsid w:val="00B10ED9"/>
    <w:rsid w:val="00B25688"/>
    <w:rsid w:val="00C02849"/>
    <w:rsid w:val="00D12794"/>
    <w:rsid w:val="00D67BD8"/>
    <w:rsid w:val="00DA1F09"/>
    <w:rsid w:val="00DF7897"/>
    <w:rsid w:val="00E37B8A"/>
    <w:rsid w:val="00E609BC"/>
    <w:rsid w:val="00EA01ED"/>
    <w:rsid w:val="00F80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6033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033A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5961B8"/>
    <w:rsid w:val="00B13DA8"/>
    <w:rsid w:val="00B34676"/>
    <w:rsid w:val="00BB23AA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166</TotalTime>
  <Pages>1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16</cp:revision>
  <cp:lastPrinted>2025-12-24T03:31:00Z</cp:lastPrinted>
  <dcterms:created xsi:type="dcterms:W3CDTF">2020-04-07T04:52:00Z</dcterms:created>
  <dcterms:modified xsi:type="dcterms:W3CDTF">2025-12-24T03:31:00Z</dcterms:modified>
</cp:coreProperties>
</file>